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D7" w:rsidRDefault="00423CD7" w:rsidP="00223514">
      <w:pPr>
        <w:jc w:val="center"/>
        <w:rPr>
          <w:rFonts w:ascii="仿宋_GB2312" w:eastAsia="仿宋_GB2312" w:hAnsi="宋体" w:cs="Times New Roman"/>
          <w:b/>
          <w:bCs/>
          <w:sz w:val="36"/>
          <w:szCs w:val="36"/>
        </w:rPr>
      </w:pP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长春工业大学大学生程序设计竞赛报名表</w:t>
      </w:r>
    </w:p>
    <w:p w:rsidR="00423CD7" w:rsidRDefault="00423CD7" w:rsidP="00223514">
      <w:pPr>
        <w:jc w:val="center"/>
        <w:rPr>
          <w:rFonts w:ascii="仿宋_GB2312" w:eastAsia="仿宋_GB2312" w:hAnsi="宋体" w:cs="Times New Roman"/>
          <w:b/>
          <w:bCs/>
          <w:sz w:val="36"/>
          <w:szCs w:val="36"/>
        </w:rPr>
      </w:pPr>
    </w:p>
    <w:tbl>
      <w:tblPr>
        <w:tblW w:w="9307" w:type="dxa"/>
        <w:tblInd w:w="-106" w:type="dxa"/>
        <w:tblLayout w:type="fixed"/>
        <w:tblLook w:val="0000"/>
      </w:tblPr>
      <w:tblGrid>
        <w:gridCol w:w="1511"/>
        <w:gridCol w:w="1134"/>
        <w:gridCol w:w="1417"/>
        <w:gridCol w:w="299"/>
        <w:gridCol w:w="1559"/>
        <w:gridCol w:w="410"/>
        <w:gridCol w:w="2977"/>
      </w:tblGrid>
      <w:tr w:rsidR="00423CD7">
        <w:trPr>
          <w:trHeight w:val="400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参赛学院</w:t>
            </w:r>
          </w:p>
        </w:tc>
        <w:tc>
          <w:tcPr>
            <w:tcW w:w="77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ind w:firstLine="560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>
        <w:trPr>
          <w:trHeight w:val="555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队伍名称</w:t>
            </w:r>
          </w:p>
        </w:tc>
        <w:tc>
          <w:tcPr>
            <w:tcW w:w="7796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>
        <w:trPr>
          <w:trHeight w:val="555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Pr="00680A0C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18"/>
                <w:szCs w:val="18"/>
              </w:rPr>
            </w:pPr>
            <w:r w:rsidRPr="00680A0C">
              <w:rPr>
                <w:rFonts w:ascii="仿宋_GB2312" w:eastAsia="仿宋_GB2312" w:cs="仿宋_GB2312" w:hint="eastAsia"/>
                <w:kern w:val="2"/>
                <w:sz w:val="18"/>
                <w:szCs w:val="18"/>
              </w:rPr>
              <w:t>指导教师姓名</w:t>
            </w:r>
          </w:p>
        </w:tc>
        <w:tc>
          <w:tcPr>
            <w:tcW w:w="2850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性别</w:t>
            </w:r>
          </w:p>
        </w:tc>
        <w:tc>
          <w:tcPr>
            <w:tcW w:w="338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>
        <w:trPr>
          <w:trHeight w:val="555"/>
        </w:trPr>
        <w:tc>
          <w:tcPr>
            <w:tcW w:w="15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jc w:val="both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电子邮件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jc w:val="both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移动电话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</w:p>
        </w:tc>
      </w:tr>
      <w:tr w:rsidR="00423CD7">
        <w:trPr>
          <w:trHeight w:val="300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参赛队员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学号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姓名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电子邮件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电话</w:t>
            </w:r>
          </w:p>
        </w:tc>
      </w:tr>
      <w:tr w:rsidR="00423CD7">
        <w:trPr>
          <w:trHeight w:val="294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队员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>
        <w:trPr>
          <w:trHeight w:val="294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队员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>
        <w:trPr>
          <w:trHeight w:val="294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队员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>
        <w:trPr>
          <w:trHeight w:val="2588"/>
        </w:trPr>
        <w:tc>
          <w:tcPr>
            <w:tcW w:w="9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D7" w:rsidRDefault="00423CD7" w:rsidP="003E6274">
            <w:pPr>
              <w:pStyle w:val="Default"/>
              <w:ind w:firstLine="560"/>
              <w:jc w:val="both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学院意见</w:t>
            </w:r>
          </w:p>
          <w:p w:rsidR="00423CD7" w:rsidRDefault="00423CD7" w:rsidP="003E6274">
            <w:pPr>
              <w:pStyle w:val="Default"/>
              <w:ind w:firstLine="560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  <w:p w:rsidR="00423CD7" w:rsidRDefault="00423CD7" w:rsidP="003E6274">
            <w:pPr>
              <w:pStyle w:val="Default"/>
              <w:ind w:firstLine="560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  <w:p w:rsidR="00423CD7" w:rsidRDefault="00423CD7" w:rsidP="00423CD7">
            <w:pPr>
              <w:pStyle w:val="Default"/>
              <w:ind w:right="420" w:firstLineChars="2000" w:firstLine="31680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（</w:t>
            </w: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学院公章</w:t>
            </w: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）</w:t>
            </w:r>
          </w:p>
          <w:p w:rsidR="00423CD7" w:rsidRDefault="00423CD7" w:rsidP="00423CD7">
            <w:pPr>
              <w:pStyle w:val="Default"/>
              <w:ind w:right="420" w:firstLineChars="1900" w:firstLine="31680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年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月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日</w:t>
            </w:r>
          </w:p>
        </w:tc>
      </w:tr>
    </w:tbl>
    <w:p w:rsidR="00423CD7" w:rsidRPr="00223514" w:rsidRDefault="00423CD7" w:rsidP="004555C7">
      <w:pPr>
        <w:rPr>
          <w:rFonts w:cs="Times New Roman"/>
          <w:b/>
          <w:bCs/>
          <w:sz w:val="24"/>
          <w:szCs w:val="24"/>
        </w:rPr>
      </w:pPr>
    </w:p>
    <w:sectPr w:rsidR="00423CD7" w:rsidRPr="00223514" w:rsidSect="00455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CD7" w:rsidRDefault="00423CD7" w:rsidP="00455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23CD7" w:rsidRDefault="00423CD7" w:rsidP="00455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CD7" w:rsidRDefault="00423CD7" w:rsidP="004555C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23CD7" w:rsidRDefault="00423CD7" w:rsidP="00455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5C7"/>
    <w:rsid w:val="00007145"/>
    <w:rsid w:val="00055272"/>
    <w:rsid w:val="00223514"/>
    <w:rsid w:val="002C5F71"/>
    <w:rsid w:val="002D5D45"/>
    <w:rsid w:val="003E6274"/>
    <w:rsid w:val="00423CD7"/>
    <w:rsid w:val="004555C7"/>
    <w:rsid w:val="00455CEF"/>
    <w:rsid w:val="004A23E2"/>
    <w:rsid w:val="00680A0C"/>
    <w:rsid w:val="00733995"/>
    <w:rsid w:val="00773362"/>
    <w:rsid w:val="0092264C"/>
    <w:rsid w:val="00990B4B"/>
    <w:rsid w:val="00AD0054"/>
    <w:rsid w:val="00BB3D7A"/>
    <w:rsid w:val="00D811BC"/>
    <w:rsid w:val="00D919F5"/>
    <w:rsid w:val="00D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CEF"/>
    <w:pPr>
      <w:widowControl w:val="0"/>
      <w:jc w:val="both"/>
    </w:pPr>
    <w:rPr>
      <w:rFonts w:cs="Calibri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55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55C7"/>
    <w:rPr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semiHidden/>
    <w:rsid w:val="00455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555C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55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55C7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4555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pointer">
    <w:name w:val="pointer"/>
    <w:basedOn w:val="DefaultParagraphFont"/>
    <w:uiPriority w:val="99"/>
    <w:rsid w:val="002C5F71"/>
  </w:style>
  <w:style w:type="paragraph" w:customStyle="1" w:styleId="Default">
    <w:name w:val="Default"/>
    <w:uiPriority w:val="99"/>
    <w:rsid w:val="00223514"/>
    <w:pPr>
      <w:widowControl w:val="0"/>
      <w:autoSpaceDE w:val="0"/>
      <w:autoSpaceDN w:val="0"/>
      <w:adjustRightInd w:val="0"/>
    </w:pPr>
    <w:rPr>
      <w:rFonts w:ascii="Arial Unicode MS" w:hAnsi="Arial Unicode MS" w:cs="Arial Unicode MS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</Words>
  <Characters>117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关于举办长春工业大学第五届大学生程序设计竞赛的通知</dc:title>
  <dc:subject/>
  <dc:creator>ACMer</dc:creator>
  <cp:keywords/>
  <dc:description/>
  <cp:lastModifiedBy>微软用户</cp:lastModifiedBy>
  <cp:revision>2</cp:revision>
  <dcterms:created xsi:type="dcterms:W3CDTF">2014-06-27T08:31:00Z</dcterms:created>
  <dcterms:modified xsi:type="dcterms:W3CDTF">2014-06-27T08:31:00Z</dcterms:modified>
</cp:coreProperties>
</file>